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8C188" w14:textId="77777777" w:rsidR="007E4EFD" w:rsidRDefault="007E4EFD" w:rsidP="00CD4E61">
      <w:pPr>
        <w:rPr>
          <w:rFonts w:ascii="Times New Roman" w:hAnsi="Times New Roman"/>
        </w:rPr>
      </w:pPr>
    </w:p>
    <w:p w14:paraId="5E869712" w14:textId="77777777" w:rsidR="007E4EFD" w:rsidRDefault="007E4EFD" w:rsidP="00CD4E61">
      <w:pPr>
        <w:rPr>
          <w:rFonts w:ascii="Times New Roman" w:hAnsi="Times New Roman"/>
        </w:rPr>
      </w:pPr>
    </w:p>
    <w:p w14:paraId="74A76A30" w14:textId="09D57F70" w:rsidR="00CD4E61" w:rsidRPr="00CD4E61" w:rsidRDefault="00CD4E61" w:rsidP="00CD4E61">
      <w:pPr>
        <w:rPr>
          <w:rFonts w:ascii="Times New Roman" w:hAnsi="Times New Roman"/>
        </w:rPr>
      </w:pPr>
      <w:r w:rsidRPr="00CD4E61">
        <w:rPr>
          <w:rFonts w:ascii="Times New Roman" w:hAnsi="Times New Roman"/>
        </w:rPr>
        <w:t>Riigimetsa Majandamise Keskus</w:t>
      </w:r>
    </w:p>
    <w:p w14:paraId="55A1B690" w14:textId="564F4105" w:rsidR="00CD4E61" w:rsidRPr="00CD4E61" w:rsidRDefault="00CD4E61" w:rsidP="00CD4E61">
      <w:pPr>
        <w:rPr>
          <w:rFonts w:ascii="Times New Roman" w:hAnsi="Times New Roman"/>
        </w:rPr>
      </w:pPr>
      <w:hyperlink r:id="rId11" w:history="1">
        <w:r w:rsidRPr="00CD4E61">
          <w:rPr>
            <w:rStyle w:val="Hyperlink"/>
            <w:rFonts w:ascii="Times New Roman" w:hAnsi="Times New Roman"/>
          </w:rPr>
          <w:t>rmk@rmk.ee</w:t>
        </w:r>
      </w:hyperlink>
      <w:r w:rsidRPr="00CD4E61">
        <w:rPr>
          <w:rFonts w:ascii="Times New Roman" w:hAnsi="Times New Roman"/>
          <w:lang w:val="et-EE"/>
        </w:rPr>
        <w:tab/>
        <w:t xml:space="preserve">                                                                               </w:t>
      </w:r>
      <w:r w:rsidR="00D608D8">
        <w:rPr>
          <w:rFonts w:ascii="Times New Roman" w:hAnsi="Times New Roman"/>
          <w:lang w:val="et-EE"/>
        </w:rPr>
        <w:t>11</w:t>
      </w:r>
      <w:r w:rsidRPr="00CD4E61">
        <w:rPr>
          <w:rFonts w:ascii="Times New Roman" w:hAnsi="Times New Roman"/>
          <w:lang w:val="et-EE"/>
        </w:rPr>
        <w:t>.</w:t>
      </w:r>
      <w:r w:rsidR="00D608D8">
        <w:rPr>
          <w:rFonts w:ascii="Times New Roman" w:hAnsi="Times New Roman"/>
          <w:lang w:val="et-EE"/>
        </w:rPr>
        <w:t>12</w:t>
      </w:r>
      <w:r w:rsidRPr="00CD4E61">
        <w:rPr>
          <w:rFonts w:ascii="Times New Roman" w:hAnsi="Times New Roman"/>
          <w:lang w:val="et-EE"/>
        </w:rPr>
        <w:t xml:space="preserve">.2025 nr. </w:t>
      </w:r>
      <w:r w:rsidRPr="00CD4E61">
        <w:rPr>
          <w:rFonts w:ascii="Times New Roman" w:hAnsi="Times New Roman"/>
        </w:rPr>
        <w:t>JV-MAA-1/</w:t>
      </w:r>
      <w:r w:rsidR="00B836F4">
        <w:rPr>
          <w:rFonts w:ascii="Times New Roman" w:hAnsi="Times New Roman"/>
        </w:rPr>
        <w:t>5651</w:t>
      </w:r>
    </w:p>
    <w:p w14:paraId="37E5875B" w14:textId="77777777" w:rsidR="00CD4E61" w:rsidRPr="00CD4E61" w:rsidRDefault="00CD4E61" w:rsidP="00CD4E61">
      <w:pPr>
        <w:rPr>
          <w:rFonts w:ascii="Times New Roman" w:hAnsi="Times New Roman"/>
          <w:b/>
          <w:bCs/>
        </w:rPr>
      </w:pPr>
    </w:p>
    <w:p w14:paraId="7B868E1D" w14:textId="77777777" w:rsidR="00CD4E61" w:rsidRPr="00CD4E61" w:rsidRDefault="00CD4E61" w:rsidP="00CD4E61">
      <w:pPr>
        <w:rPr>
          <w:rFonts w:ascii="Times New Roman" w:hAnsi="Times New Roman"/>
          <w:b/>
          <w:bCs/>
        </w:rPr>
      </w:pPr>
    </w:p>
    <w:p w14:paraId="7406E97D" w14:textId="77777777" w:rsidR="00CD4E61" w:rsidRPr="00CD4E61" w:rsidRDefault="00CD4E61" w:rsidP="00CD4E61">
      <w:pPr>
        <w:rPr>
          <w:rFonts w:ascii="Times New Roman" w:hAnsi="Times New Roman"/>
          <w:b/>
          <w:bCs/>
        </w:rPr>
      </w:pPr>
    </w:p>
    <w:p w14:paraId="48386376" w14:textId="77777777" w:rsidR="00CD4E61" w:rsidRPr="00CD4E61" w:rsidRDefault="00CD4E61" w:rsidP="00CD4E61">
      <w:pPr>
        <w:rPr>
          <w:rFonts w:ascii="Times New Roman" w:hAnsi="Times New Roman"/>
          <w:b/>
          <w:bCs/>
          <w:lang w:val="et-EE"/>
        </w:rPr>
      </w:pPr>
      <w:r w:rsidRPr="00CD4E61">
        <w:rPr>
          <w:rFonts w:ascii="Times New Roman" w:hAnsi="Times New Roman"/>
          <w:b/>
          <w:bCs/>
          <w:lang w:val="et-EE"/>
        </w:rPr>
        <w:t xml:space="preserve">Avaldus </w:t>
      </w:r>
    </w:p>
    <w:p w14:paraId="364C73DE" w14:textId="77777777" w:rsidR="00CD4E61" w:rsidRPr="00CD4E61" w:rsidRDefault="00CD4E61" w:rsidP="00CD4E61">
      <w:pPr>
        <w:rPr>
          <w:rFonts w:ascii="Times New Roman" w:hAnsi="Times New Roman"/>
          <w:lang w:val="et-EE"/>
        </w:rPr>
      </w:pPr>
      <w:r w:rsidRPr="00CD4E61">
        <w:rPr>
          <w:rFonts w:ascii="Times New Roman" w:hAnsi="Times New Roman"/>
          <w:lang w:val="et-EE"/>
        </w:rPr>
        <w:t>riigi omandis olevale maale isikliku kasutusõiguse seadmiseks Elektrilevi OÜ kasuks.</w:t>
      </w:r>
    </w:p>
    <w:p w14:paraId="2E05E8DC" w14:textId="77777777" w:rsidR="00CD4E61" w:rsidRPr="00CD4E61" w:rsidRDefault="00CD4E61" w:rsidP="00CD4E61">
      <w:pPr>
        <w:rPr>
          <w:rFonts w:ascii="Times New Roman" w:hAnsi="Times New Roman"/>
          <w:b/>
          <w:bCs/>
          <w:lang w:val="et-EE"/>
        </w:rPr>
      </w:pPr>
    </w:p>
    <w:p w14:paraId="33C31843" w14:textId="126F00F5" w:rsidR="00CD4E61" w:rsidRPr="00CD4E61" w:rsidRDefault="00CD4E61" w:rsidP="00F77F87">
      <w:pPr>
        <w:jc w:val="both"/>
        <w:rPr>
          <w:rFonts w:ascii="Times New Roman" w:hAnsi="Times New Roman"/>
          <w:lang w:val="et-EE"/>
        </w:rPr>
      </w:pPr>
      <w:r w:rsidRPr="00CD4E61">
        <w:rPr>
          <w:rFonts w:ascii="Times New Roman" w:hAnsi="Times New Roman"/>
          <w:lang w:val="et-EE"/>
        </w:rPr>
        <w:t xml:space="preserve">Lähtudes tööprojektist nr </w:t>
      </w:r>
      <w:sdt>
        <w:sdtPr>
          <w:rPr>
            <w:rFonts w:ascii="Times New Roman" w:hAnsi="Times New Roman"/>
            <w:lang w:val="et-EE"/>
          </w:rPr>
          <w:id w:val="-331990792"/>
          <w:placeholder>
            <w:docPart w:val="DF25010F50764BD785E5C32D82CCF0BA"/>
          </w:placeholder>
        </w:sdtPr>
        <w:sdtEndPr/>
        <w:sdtContent>
          <w:r w:rsidR="00F77F87" w:rsidRPr="00F77F87">
            <w:rPr>
              <w:rFonts w:ascii="Times New Roman" w:hAnsi="Times New Roman"/>
              <w:lang w:val="et-EE"/>
            </w:rPr>
            <w:t>IP7887</w:t>
          </w:r>
          <w:r w:rsidR="00F77F87">
            <w:rPr>
              <w:rFonts w:ascii="Times New Roman" w:hAnsi="Times New Roman"/>
              <w:lang w:val="et-EE"/>
            </w:rPr>
            <w:t xml:space="preserve"> „</w:t>
          </w:r>
          <w:r w:rsidR="00F77F87" w:rsidRPr="00F77F87">
            <w:rPr>
              <w:rFonts w:ascii="Times New Roman" w:hAnsi="Times New Roman"/>
              <w:lang w:val="et-EE"/>
            </w:rPr>
            <w:t xml:space="preserve"> Saare-Alatskivi 15 </w:t>
          </w:r>
          <w:proofErr w:type="spellStart"/>
          <w:r w:rsidR="00F77F87" w:rsidRPr="00F77F87">
            <w:rPr>
              <w:rFonts w:ascii="Times New Roman" w:hAnsi="Times New Roman"/>
              <w:lang w:val="et-EE"/>
            </w:rPr>
            <w:t>kV</w:t>
          </w:r>
          <w:proofErr w:type="spellEnd"/>
          <w:r w:rsidR="00F77F87" w:rsidRPr="00F77F87">
            <w:rPr>
              <w:rFonts w:ascii="Times New Roman" w:hAnsi="Times New Roman"/>
              <w:lang w:val="et-EE"/>
            </w:rPr>
            <w:t xml:space="preserve"> õhuliini rekonstrueerimine, Peipsiääre vald, Tartu maakond</w:t>
          </w:r>
          <w:r w:rsidR="00F77F87">
            <w:rPr>
              <w:rFonts w:ascii="Times New Roman" w:hAnsi="Times New Roman"/>
              <w:lang w:val="et-EE"/>
            </w:rPr>
            <w:t>“</w:t>
          </w:r>
        </w:sdtContent>
      </w:sdt>
      <w:r w:rsidR="00F77F87">
        <w:rPr>
          <w:rFonts w:ascii="Times New Roman" w:hAnsi="Times New Roman"/>
          <w:lang w:val="et-EE"/>
        </w:rPr>
        <w:t xml:space="preserve"> </w:t>
      </w:r>
      <w:r w:rsidRPr="00CD4E61">
        <w:rPr>
          <w:rFonts w:ascii="Times New Roman" w:hAnsi="Times New Roman"/>
          <w:lang w:val="et-EE"/>
        </w:rPr>
        <w:t>taotleb Elektrilevi OÜ Riigimetsa Majandamise Keskuselt, kui volitatud asutuselt, kinnistule isikliku kasutusõiguse seadmist tehnorajatiste rajamiseks.</w:t>
      </w:r>
    </w:p>
    <w:p w14:paraId="5E86A219" w14:textId="77777777" w:rsidR="00CD4E61" w:rsidRPr="00CD4E61" w:rsidRDefault="00CD4E61" w:rsidP="00F77F87">
      <w:pPr>
        <w:jc w:val="both"/>
        <w:rPr>
          <w:rFonts w:ascii="Times New Roman" w:hAnsi="Times New Roman"/>
          <w:b/>
          <w:bCs/>
        </w:rPr>
      </w:pPr>
    </w:p>
    <w:p w14:paraId="6E05782A" w14:textId="77777777" w:rsidR="00CD4E61" w:rsidRPr="00CD4E61" w:rsidRDefault="00CD4E61" w:rsidP="00CD4E61">
      <w:pPr>
        <w:rPr>
          <w:rFonts w:ascii="Times New Roman" w:hAnsi="Times New Roman"/>
          <w:b/>
          <w:bCs/>
        </w:rPr>
      </w:pPr>
      <w:r w:rsidRPr="00CD4E61">
        <w:rPr>
          <w:rFonts w:ascii="Times New Roman" w:hAnsi="Times New Roman"/>
          <w:b/>
          <w:bCs/>
        </w:rPr>
        <w:t>1.Tehnorajatise rajamiseks vajaliku maakasutusõigust taotleb:</w:t>
      </w:r>
    </w:p>
    <w:p w14:paraId="62DFD05A" w14:textId="77777777" w:rsidR="00CD4E61" w:rsidRPr="00CD4E61" w:rsidRDefault="00CD4E61" w:rsidP="00CD4E61">
      <w:pPr>
        <w:rPr>
          <w:rFonts w:ascii="Times New Roman" w:hAnsi="Times New Roman"/>
          <w:lang w:val="et-EE"/>
        </w:rPr>
      </w:pPr>
      <w:r w:rsidRPr="00CD4E61">
        <w:rPr>
          <w:rFonts w:ascii="Times New Roman" w:hAnsi="Times New Roman"/>
          <w:lang w:val="et-EE"/>
        </w:rPr>
        <w:t>Elektrilevi OÜ (registrikood 11050857)</w:t>
      </w:r>
    </w:p>
    <w:p w14:paraId="3F48F884" w14:textId="77777777" w:rsidR="00CD4E61" w:rsidRPr="00CD4E61" w:rsidRDefault="00CD4E61" w:rsidP="00CD4E61">
      <w:pPr>
        <w:rPr>
          <w:rFonts w:ascii="Times New Roman" w:hAnsi="Times New Roman"/>
          <w:lang w:val="et-EE"/>
        </w:rPr>
      </w:pPr>
      <w:r w:rsidRPr="00CD4E61">
        <w:rPr>
          <w:rFonts w:ascii="Times New Roman" w:hAnsi="Times New Roman"/>
          <w:lang w:val="et-EE"/>
        </w:rPr>
        <w:t>esindaja volikirja alusel Krista Ahman</w:t>
      </w:r>
    </w:p>
    <w:p w14:paraId="6D72C867" w14:textId="77777777" w:rsidR="00CD4E61" w:rsidRPr="00CD4E61" w:rsidRDefault="00CD4E61" w:rsidP="00CD4E61">
      <w:pPr>
        <w:rPr>
          <w:rFonts w:ascii="Times New Roman" w:hAnsi="Times New Roman"/>
          <w:b/>
          <w:bCs/>
          <w:lang w:val="et-EE"/>
        </w:rPr>
      </w:pPr>
    </w:p>
    <w:p w14:paraId="677EF933" w14:textId="77777777" w:rsidR="00CD4E61" w:rsidRPr="00CD4E61" w:rsidRDefault="00CD4E61" w:rsidP="00CD4E61">
      <w:pPr>
        <w:rPr>
          <w:rFonts w:ascii="Times New Roman" w:hAnsi="Times New Roman"/>
          <w:b/>
          <w:bCs/>
          <w:lang w:val="et-EE"/>
        </w:rPr>
      </w:pPr>
      <w:r w:rsidRPr="00CD4E61">
        <w:rPr>
          <w:rFonts w:ascii="Times New Roman" w:hAnsi="Times New Roman"/>
          <w:b/>
          <w:bCs/>
          <w:lang w:val="et-EE"/>
        </w:rPr>
        <w:t xml:space="preserve">2. Kasutusõigusega koormamise tähtaeg- </w:t>
      </w:r>
      <w:r w:rsidRPr="00CD4E61">
        <w:rPr>
          <w:rFonts w:ascii="Times New Roman" w:hAnsi="Times New Roman"/>
          <w:lang w:val="et-EE"/>
        </w:rPr>
        <w:t>tähtajatu</w:t>
      </w:r>
    </w:p>
    <w:p w14:paraId="0D2AF505" w14:textId="77777777" w:rsidR="00CD4E61" w:rsidRPr="00CD4E61" w:rsidRDefault="00CD4E61" w:rsidP="00CD4E61">
      <w:pPr>
        <w:rPr>
          <w:rFonts w:ascii="Times New Roman" w:hAnsi="Times New Roman"/>
          <w:b/>
          <w:bCs/>
          <w:lang w:val="et-EE"/>
        </w:rPr>
      </w:pPr>
    </w:p>
    <w:p w14:paraId="44066BFA" w14:textId="77777777" w:rsidR="00CD4E61" w:rsidRPr="00CD4E61" w:rsidRDefault="00CD4E61" w:rsidP="00CD4E61">
      <w:pPr>
        <w:rPr>
          <w:rFonts w:ascii="Times New Roman" w:hAnsi="Times New Roman"/>
          <w:b/>
          <w:bCs/>
          <w:lang w:val="et-EE"/>
        </w:rPr>
      </w:pPr>
      <w:r w:rsidRPr="00CD4E61">
        <w:rPr>
          <w:rFonts w:ascii="Times New Roman" w:hAnsi="Times New Roman"/>
          <w:b/>
          <w:bCs/>
          <w:lang w:val="et-EE"/>
        </w:rPr>
        <w:t xml:space="preserve">3. Koormatav maaüksus ja kasutusõiguse eseme kirjeldus </w:t>
      </w:r>
    </w:p>
    <w:p w14:paraId="45692146" w14:textId="6E2BC1E6" w:rsidR="00CD4E61" w:rsidRPr="00CD4E61" w:rsidRDefault="00CD4E61" w:rsidP="00CD4E61">
      <w:pPr>
        <w:rPr>
          <w:rFonts w:ascii="Times New Roman" w:hAnsi="Times New Roman"/>
          <w:u w:val="single"/>
          <w:lang w:val="et-EE"/>
        </w:rPr>
      </w:pPr>
      <w:bookmarkStart w:id="0" w:name="_Hlk187153381"/>
      <w:r w:rsidRPr="00CD4E61">
        <w:rPr>
          <w:rFonts w:ascii="Times New Roman" w:hAnsi="Times New Roman"/>
          <w:u w:val="single"/>
          <w:lang w:val="et-EE"/>
        </w:rPr>
        <w:t xml:space="preserve">Kinnistu registriosa number </w:t>
      </w:r>
      <w:r w:rsidR="001F2210" w:rsidRPr="001F2210">
        <w:rPr>
          <w:rFonts w:ascii="Times New Roman" w:hAnsi="Times New Roman"/>
          <w:u w:val="single"/>
          <w:lang w:val="et-EE"/>
        </w:rPr>
        <w:t>8107050</w:t>
      </w:r>
    </w:p>
    <w:p w14:paraId="6D2E50E5" w14:textId="1E6C0F2D" w:rsidR="00CD4E61" w:rsidRPr="00CD4E61" w:rsidRDefault="00CD4E61" w:rsidP="00CD4E61">
      <w:pPr>
        <w:rPr>
          <w:rFonts w:ascii="Times New Roman" w:hAnsi="Times New Roman"/>
        </w:rPr>
      </w:pPr>
      <w:r w:rsidRPr="00CD4E61">
        <w:rPr>
          <w:rFonts w:ascii="Times New Roman" w:hAnsi="Times New Roman"/>
        </w:rPr>
        <w:t xml:space="preserve">Katastriüksus tunnusega </w:t>
      </w:r>
      <w:r w:rsidR="00D93275" w:rsidRPr="00D93275">
        <w:rPr>
          <w:rFonts w:ascii="Times New Roman" w:hAnsi="Times New Roman"/>
        </w:rPr>
        <w:t>71302:002:0840</w:t>
      </w:r>
      <w:r w:rsidRPr="00CD4E61">
        <w:rPr>
          <w:rFonts w:ascii="Times New Roman" w:hAnsi="Times New Roman"/>
          <w:lang w:val="et-EE"/>
        </w:rPr>
        <w:t>,</w:t>
      </w:r>
      <w:r w:rsidRPr="00CD4E61">
        <w:rPr>
          <w:rFonts w:ascii="Times New Roman" w:hAnsi="Times New Roman"/>
        </w:rPr>
        <w:t xml:space="preserve"> </w:t>
      </w:r>
      <w:r w:rsidR="00D93275" w:rsidRPr="00D93275">
        <w:rPr>
          <w:rFonts w:ascii="Times New Roman" w:hAnsi="Times New Roman"/>
        </w:rPr>
        <w:t>Halliku metskond 23, Pedassaare küla, Mustvee vald, Jõgeva maakond</w:t>
      </w:r>
    </w:p>
    <w:p w14:paraId="7DF4FC5B" w14:textId="77777777" w:rsidR="00DB67B4" w:rsidRDefault="00CD4E61" w:rsidP="00CD4E61">
      <w:pPr>
        <w:rPr>
          <w:rFonts w:ascii="Times New Roman" w:hAnsi="Times New Roman"/>
          <w:lang w:val="et-EE"/>
        </w:rPr>
      </w:pPr>
      <w:r w:rsidRPr="00CD4E61">
        <w:rPr>
          <w:rFonts w:ascii="Times New Roman" w:hAnsi="Times New Roman"/>
          <w:lang w:val="et-EE"/>
        </w:rPr>
        <w:t xml:space="preserve">Riigi kinnisvara registri objekti kood </w:t>
      </w:r>
      <w:hyperlink r:id="rId12" w:tgtFrame="_blank" w:history="1">
        <w:r w:rsidR="00DB67B4" w:rsidRPr="00DB67B4">
          <w:rPr>
            <w:rStyle w:val="Hyperlink"/>
            <w:rFonts w:ascii="Times New Roman" w:hAnsi="Times New Roman"/>
          </w:rPr>
          <w:t>KV5007</w:t>
        </w:r>
      </w:hyperlink>
      <w:r w:rsidR="00DB67B4" w:rsidRPr="00DB67B4">
        <w:rPr>
          <w:rFonts w:ascii="Times New Roman" w:hAnsi="Times New Roman"/>
          <w:lang w:val="et-EE"/>
        </w:rPr>
        <w:t xml:space="preserve"> </w:t>
      </w:r>
    </w:p>
    <w:p w14:paraId="19860B0C" w14:textId="59E26CEB" w:rsidR="00CD4E61" w:rsidRPr="00CD4E61" w:rsidRDefault="00CD4E61" w:rsidP="00CD4E61">
      <w:pPr>
        <w:rPr>
          <w:rFonts w:ascii="Times New Roman" w:hAnsi="Times New Roman"/>
          <w:lang w:val="et-EE"/>
        </w:rPr>
      </w:pPr>
      <w:r w:rsidRPr="00CD4E61">
        <w:rPr>
          <w:rFonts w:ascii="Times New Roman" w:hAnsi="Times New Roman"/>
          <w:lang w:val="et-EE"/>
        </w:rPr>
        <w:t xml:space="preserve">kasutusõigus seatakse </w:t>
      </w:r>
      <w:r w:rsidR="003A0A68">
        <w:rPr>
          <w:rFonts w:ascii="Times New Roman" w:hAnsi="Times New Roman"/>
          <w:lang w:val="et-EE"/>
        </w:rPr>
        <w:t xml:space="preserve">15 </w:t>
      </w:r>
      <w:proofErr w:type="spellStart"/>
      <w:r w:rsidR="003A0A68">
        <w:rPr>
          <w:rFonts w:ascii="Times New Roman" w:hAnsi="Times New Roman"/>
          <w:lang w:val="et-EE"/>
        </w:rPr>
        <w:t>kV</w:t>
      </w:r>
      <w:proofErr w:type="spellEnd"/>
      <w:r w:rsidR="003A0A68">
        <w:rPr>
          <w:rFonts w:ascii="Times New Roman" w:hAnsi="Times New Roman"/>
          <w:lang w:val="et-EE"/>
        </w:rPr>
        <w:t xml:space="preserve"> õhuliin</w:t>
      </w:r>
      <w:r w:rsidR="00CC1218">
        <w:rPr>
          <w:rFonts w:ascii="Times New Roman" w:hAnsi="Times New Roman"/>
          <w:lang w:val="et-EE"/>
        </w:rPr>
        <w:t>ile</w:t>
      </w:r>
      <w:r w:rsidR="003C5448">
        <w:rPr>
          <w:rFonts w:ascii="Times New Roman" w:hAnsi="Times New Roman"/>
          <w:lang w:val="et-EE"/>
        </w:rPr>
        <w:t>, õhuliinimast</w:t>
      </w:r>
      <w:r w:rsidR="001B1113">
        <w:rPr>
          <w:rFonts w:ascii="Times New Roman" w:hAnsi="Times New Roman"/>
          <w:lang w:val="et-EE"/>
        </w:rPr>
        <w:t>ile</w:t>
      </w:r>
      <w:r w:rsidR="00373ACF">
        <w:rPr>
          <w:rFonts w:ascii="Times New Roman" w:hAnsi="Times New Roman"/>
          <w:lang w:val="et-EE"/>
        </w:rPr>
        <w:t xml:space="preserve"> ja</w:t>
      </w:r>
      <w:r w:rsidR="003C5448">
        <w:rPr>
          <w:rFonts w:ascii="Times New Roman" w:hAnsi="Times New Roman"/>
          <w:lang w:val="et-EE"/>
        </w:rPr>
        <w:t xml:space="preserve"> </w:t>
      </w:r>
      <w:r w:rsidR="00373ACF">
        <w:rPr>
          <w:rFonts w:ascii="Times New Roman" w:hAnsi="Times New Roman"/>
          <w:lang w:val="et-EE"/>
        </w:rPr>
        <w:t>masti</w:t>
      </w:r>
      <w:r w:rsidR="003C5448">
        <w:rPr>
          <w:rFonts w:ascii="Times New Roman" w:hAnsi="Times New Roman"/>
          <w:lang w:val="et-EE"/>
        </w:rPr>
        <w:t>toe</w:t>
      </w:r>
      <w:r w:rsidR="001B1113">
        <w:rPr>
          <w:rFonts w:ascii="Times New Roman" w:hAnsi="Times New Roman"/>
          <w:lang w:val="et-EE"/>
        </w:rPr>
        <w:t>le</w:t>
      </w:r>
      <w:r w:rsidRPr="00CD4E61">
        <w:rPr>
          <w:rFonts w:ascii="Times New Roman" w:hAnsi="Times New Roman"/>
          <w:lang w:val="et-EE"/>
        </w:rPr>
        <w:t xml:space="preserve">, kasutusõiguse ala ligikaudne suurus </w:t>
      </w:r>
      <w:r w:rsidR="00D41EE6">
        <w:rPr>
          <w:rFonts w:ascii="Times New Roman" w:hAnsi="Times New Roman"/>
          <w:lang w:val="et-EE"/>
        </w:rPr>
        <w:t>732</w:t>
      </w:r>
      <w:r w:rsidRPr="00CD4E61">
        <w:rPr>
          <w:rFonts w:ascii="Times New Roman" w:hAnsi="Times New Roman"/>
          <w:lang w:val="et-EE"/>
        </w:rPr>
        <w:t xml:space="preserve"> m² (lisa 1)</w:t>
      </w:r>
    </w:p>
    <w:p w14:paraId="46628FB2" w14:textId="432CCDB4" w:rsidR="00CD4E61" w:rsidRPr="00CD4E61" w:rsidRDefault="00CD4E61" w:rsidP="00CD4E61">
      <w:pPr>
        <w:rPr>
          <w:rFonts w:ascii="Times New Roman" w:hAnsi="Times New Roman"/>
          <w:lang w:val="et-EE"/>
        </w:rPr>
      </w:pPr>
      <w:r w:rsidRPr="00CD4E61">
        <w:rPr>
          <w:rFonts w:ascii="Times New Roman" w:hAnsi="Times New Roman"/>
          <w:lang w:val="et-EE"/>
        </w:rPr>
        <w:t xml:space="preserve">PARI </w:t>
      </w:r>
      <w:r w:rsidR="00167AEE" w:rsidRPr="00167AEE">
        <w:rPr>
          <w:rFonts w:ascii="Times New Roman" w:hAnsi="Times New Roman"/>
        </w:rPr>
        <w:t>1030076</w:t>
      </w:r>
    </w:p>
    <w:bookmarkEnd w:id="0"/>
    <w:p w14:paraId="0C5B324D" w14:textId="153E5855" w:rsidR="00CD4E61" w:rsidRDefault="00167AEE" w:rsidP="00CD4E61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fldChar w:fldCharType="begin"/>
      </w:r>
      <w:r>
        <w:rPr>
          <w:rFonts w:ascii="Times New Roman" w:hAnsi="Times New Roman"/>
          <w:lang w:val="et-EE"/>
        </w:rPr>
        <w:instrText>HYPERLINK "</w:instrText>
      </w:r>
      <w:r w:rsidRPr="00167AEE">
        <w:rPr>
          <w:rFonts w:ascii="Times New Roman" w:hAnsi="Times New Roman"/>
          <w:lang w:val="et-EE"/>
        </w:rPr>
        <w:instrText>https://pari.kataster.ee/magic-link/c0b5c63d-1e92-400c-ad22-671a79b35029</w:instrText>
      </w:r>
      <w:r>
        <w:rPr>
          <w:rFonts w:ascii="Times New Roman" w:hAnsi="Times New Roman"/>
          <w:lang w:val="et-EE"/>
        </w:rPr>
        <w:instrText>"</w:instrText>
      </w:r>
      <w:r>
        <w:rPr>
          <w:rFonts w:ascii="Times New Roman" w:hAnsi="Times New Roman"/>
          <w:lang w:val="et-EE"/>
        </w:rPr>
      </w:r>
      <w:r>
        <w:rPr>
          <w:rFonts w:ascii="Times New Roman" w:hAnsi="Times New Roman"/>
          <w:lang w:val="et-EE"/>
        </w:rPr>
        <w:fldChar w:fldCharType="separate"/>
      </w:r>
      <w:r w:rsidRPr="00097F36">
        <w:rPr>
          <w:rStyle w:val="Hyperlink"/>
          <w:rFonts w:ascii="Times New Roman" w:hAnsi="Times New Roman"/>
          <w:lang w:val="et-EE"/>
        </w:rPr>
        <w:t>https://pari.kataster.ee/magic-link/c0b5c63d-1e92-400c-ad22-671a79b35029</w:t>
      </w:r>
      <w:r>
        <w:rPr>
          <w:rFonts w:ascii="Times New Roman" w:hAnsi="Times New Roman"/>
          <w:lang w:val="et-EE"/>
        </w:rPr>
        <w:fldChar w:fldCharType="end"/>
      </w:r>
    </w:p>
    <w:p w14:paraId="7C0881F8" w14:textId="77777777" w:rsidR="00167AEE" w:rsidRPr="00CD4E61" w:rsidRDefault="00167AEE" w:rsidP="00CD4E61">
      <w:pPr>
        <w:rPr>
          <w:rFonts w:ascii="Times New Roman" w:hAnsi="Times New Roman"/>
          <w:b/>
          <w:bCs/>
          <w:lang w:val="et-EE"/>
        </w:rPr>
      </w:pPr>
    </w:p>
    <w:p w14:paraId="41004D95" w14:textId="77777777" w:rsidR="00D67159" w:rsidRDefault="00CD4E61" w:rsidP="00CD4E61">
      <w:pPr>
        <w:rPr>
          <w:rFonts w:ascii="Times New Roman" w:hAnsi="Times New Roman"/>
          <w:u w:val="single"/>
          <w:lang w:val="et-EE"/>
        </w:rPr>
      </w:pPr>
      <w:r w:rsidRPr="00CD4E61">
        <w:rPr>
          <w:rFonts w:ascii="Times New Roman" w:hAnsi="Times New Roman"/>
          <w:u w:val="single"/>
          <w:lang w:val="et-EE"/>
        </w:rPr>
        <w:t xml:space="preserve">Kinnistu registriosa number </w:t>
      </w:r>
      <w:r w:rsidR="00D67159" w:rsidRPr="00D67159">
        <w:rPr>
          <w:rFonts w:ascii="Times New Roman" w:hAnsi="Times New Roman"/>
          <w:u w:val="single"/>
          <w:lang w:val="et-EE"/>
        </w:rPr>
        <w:t xml:space="preserve">16164150 </w:t>
      </w:r>
    </w:p>
    <w:p w14:paraId="60E33F6E" w14:textId="2006211C" w:rsidR="00CD4E61" w:rsidRPr="00CD4E61" w:rsidRDefault="00CD4E61" w:rsidP="00CD4E61">
      <w:pPr>
        <w:rPr>
          <w:rFonts w:ascii="Times New Roman" w:hAnsi="Times New Roman"/>
        </w:rPr>
      </w:pPr>
      <w:r w:rsidRPr="00CD4E61">
        <w:rPr>
          <w:rFonts w:ascii="Times New Roman" w:hAnsi="Times New Roman"/>
        </w:rPr>
        <w:t xml:space="preserve">Katastriüksus tunnusega </w:t>
      </w:r>
      <w:r w:rsidR="00F25809" w:rsidRPr="00F25809">
        <w:rPr>
          <w:rFonts w:ascii="Times New Roman" w:hAnsi="Times New Roman"/>
        </w:rPr>
        <w:t>57603:001:0750</w:t>
      </w:r>
      <w:r w:rsidRPr="00CD4E61">
        <w:rPr>
          <w:rFonts w:ascii="Times New Roman" w:hAnsi="Times New Roman"/>
          <w:lang w:val="et-EE"/>
        </w:rPr>
        <w:t>,</w:t>
      </w:r>
      <w:r w:rsidRPr="00CD4E61">
        <w:rPr>
          <w:rFonts w:ascii="Times New Roman" w:hAnsi="Times New Roman"/>
        </w:rPr>
        <w:t xml:space="preserve"> </w:t>
      </w:r>
      <w:r w:rsidR="00372D12" w:rsidRPr="00372D12">
        <w:rPr>
          <w:rFonts w:ascii="Times New Roman" w:hAnsi="Times New Roman"/>
        </w:rPr>
        <w:t>Halliku metskond 42, Vea küla, Peipsiääre vald, Tartu maakond</w:t>
      </w:r>
    </w:p>
    <w:p w14:paraId="09055713" w14:textId="23C40A40" w:rsidR="00CD4E61" w:rsidRPr="00CD4E61" w:rsidRDefault="00CD4E61" w:rsidP="00CD4E61">
      <w:pPr>
        <w:rPr>
          <w:rFonts w:ascii="Times New Roman" w:hAnsi="Times New Roman"/>
          <w:lang w:val="et-EE"/>
        </w:rPr>
      </w:pPr>
      <w:r w:rsidRPr="00CD4E61">
        <w:rPr>
          <w:rFonts w:ascii="Times New Roman" w:hAnsi="Times New Roman"/>
          <w:lang w:val="et-EE"/>
        </w:rPr>
        <w:t xml:space="preserve">Riigi kinnisvara registri objekti kood </w:t>
      </w:r>
      <w:hyperlink r:id="rId13" w:tgtFrame="_blank" w:history="1">
        <w:r w:rsidR="00372D12" w:rsidRPr="00372D12">
          <w:rPr>
            <w:rStyle w:val="Hyperlink"/>
            <w:rFonts w:ascii="Times New Roman" w:hAnsi="Times New Roman"/>
          </w:rPr>
          <w:t>KV4973</w:t>
        </w:r>
      </w:hyperlink>
    </w:p>
    <w:p w14:paraId="2CEA2DE6" w14:textId="2FC28FFE" w:rsidR="00CD4E61" w:rsidRPr="00CD4E61" w:rsidRDefault="00CD4E61" w:rsidP="00CD4E61">
      <w:pPr>
        <w:rPr>
          <w:rFonts w:ascii="Times New Roman" w:hAnsi="Times New Roman"/>
          <w:lang w:val="et-EE"/>
        </w:rPr>
      </w:pPr>
      <w:r w:rsidRPr="00CD4E61">
        <w:rPr>
          <w:rFonts w:ascii="Times New Roman" w:hAnsi="Times New Roman"/>
          <w:lang w:val="et-EE"/>
        </w:rPr>
        <w:t xml:space="preserve">kasutusõigus seatakse </w:t>
      </w:r>
      <w:r w:rsidR="00CC1218">
        <w:rPr>
          <w:rFonts w:ascii="Times New Roman" w:hAnsi="Times New Roman"/>
          <w:lang w:val="et-EE"/>
        </w:rPr>
        <w:t xml:space="preserve">15 </w:t>
      </w:r>
      <w:proofErr w:type="spellStart"/>
      <w:r w:rsidR="00CC1218">
        <w:rPr>
          <w:rFonts w:ascii="Times New Roman" w:hAnsi="Times New Roman"/>
          <w:lang w:val="et-EE"/>
        </w:rPr>
        <w:t>kV</w:t>
      </w:r>
      <w:proofErr w:type="spellEnd"/>
      <w:r w:rsidR="00CC1218">
        <w:rPr>
          <w:rFonts w:ascii="Times New Roman" w:hAnsi="Times New Roman"/>
          <w:lang w:val="et-EE"/>
        </w:rPr>
        <w:t xml:space="preserve"> </w:t>
      </w:r>
      <w:r w:rsidRPr="00CD4E61">
        <w:rPr>
          <w:rFonts w:ascii="Times New Roman" w:hAnsi="Times New Roman"/>
          <w:lang w:val="et-EE"/>
        </w:rPr>
        <w:t xml:space="preserve">õhuliinile, õhuliinimastidele, mastitoele ja </w:t>
      </w:r>
      <w:r w:rsidR="00CC1218">
        <w:rPr>
          <w:rFonts w:ascii="Times New Roman" w:hAnsi="Times New Roman"/>
          <w:lang w:val="et-EE"/>
        </w:rPr>
        <w:t>mastalajaamale</w:t>
      </w:r>
      <w:r w:rsidR="001B1113">
        <w:rPr>
          <w:rFonts w:ascii="Times New Roman" w:hAnsi="Times New Roman"/>
          <w:lang w:val="et-EE"/>
        </w:rPr>
        <w:t xml:space="preserve"> </w:t>
      </w:r>
      <w:r w:rsidRPr="00CD4E61">
        <w:rPr>
          <w:rFonts w:ascii="Times New Roman" w:hAnsi="Times New Roman"/>
          <w:lang w:val="et-EE"/>
        </w:rPr>
        <w:t xml:space="preserve">kasutusõiguse ala ligikaudne suurus </w:t>
      </w:r>
      <w:r w:rsidR="00D82514" w:rsidRPr="00D82514">
        <w:rPr>
          <w:rFonts w:ascii="Times New Roman" w:hAnsi="Times New Roman"/>
        </w:rPr>
        <w:t>774</w:t>
      </w:r>
      <w:r w:rsidRPr="00CD4E61">
        <w:rPr>
          <w:rFonts w:ascii="Times New Roman" w:hAnsi="Times New Roman"/>
          <w:lang w:val="et-EE"/>
        </w:rPr>
        <w:t xml:space="preserve"> m² (lisa 2)</w:t>
      </w:r>
    </w:p>
    <w:p w14:paraId="2EEF9AA9" w14:textId="4C766054" w:rsidR="00CD4E61" w:rsidRPr="00CD4E61" w:rsidRDefault="00CD4E61" w:rsidP="00CD4E61">
      <w:pPr>
        <w:rPr>
          <w:rFonts w:ascii="Times New Roman" w:hAnsi="Times New Roman"/>
          <w:lang w:val="et-EE"/>
        </w:rPr>
      </w:pPr>
      <w:r w:rsidRPr="00CD4E61">
        <w:rPr>
          <w:rFonts w:ascii="Times New Roman" w:hAnsi="Times New Roman"/>
          <w:lang w:val="et-EE"/>
        </w:rPr>
        <w:t xml:space="preserve">PARI </w:t>
      </w:r>
      <w:r w:rsidR="00AA4544" w:rsidRPr="00AA4544">
        <w:rPr>
          <w:rFonts w:ascii="Times New Roman" w:hAnsi="Times New Roman"/>
        </w:rPr>
        <w:t>1030077</w:t>
      </w:r>
    </w:p>
    <w:p w14:paraId="66BC62AA" w14:textId="4164D5FD" w:rsidR="00CD4E61" w:rsidRDefault="00AA4544" w:rsidP="00CD4E61">
      <w:pPr>
        <w:rPr>
          <w:rFonts w:ascii="Times New Roman" w:hAnsi="Times New Roman"/>
          <w:lang w:val="et-EE"/>
        </w:rPr>
      </w:pPr>
      <w:hyperlink r:id="rId14" w:history="1">
        <w:r w:rsidRPr="00097F36">
          <w:rPr>
            <w:rStyle w:val="Hyperlink"/>
            <w:rFonts w:ascii="Times New Roman" w:hAnsi="Times New Roman"/>
            <w:lang w:val="et-EE"/>
          </w:rPr>
          <w:t>https://pari.kataster.ee/magic-link/46f575dd-8375-497e-a0ae-36929e5e781a</w:t>
        </w:r>
      </w:hyperlink>
    </w:p>
    <w:p w14:paraId="1A3A15CF" w14:textId="77777777" w:rsidR="00AA4544" w:rsidRPr="00CD4E61" w:rsidRDefault="00AA4544" w:rsidP="00CD4E61">
      <w:pPr>
        <w:rPr>
          <w:rFonts w:ascii="Times New Roman" w:hAnsi="Times New Roman"/>
          <w:b/>
          <w:bCs/>
          <w:lang w:val="et-EE"/>
        </w:rPr>
      </w:pPr>
    </w:p>
    <w:p w14:paraId="6421FE3B" w14:textId="53598A6A" w:rsidR="00CD4E61" w:rsidRPr="00CD4E61" w:rsidRDefault="00AA4544" w:rsidP="00CD4E61">
      <w:pPr>
        <w:rPr>
          <w:rFonts w:ascii="Times New Roman" w:hAnsi="Times New Roman"/>
          <w:lang w:val="et-EE"/>
        </w:rPr>
      </w:pPr>
      <w:r w:rsidRPr="007E4EFD">
        <w:rPr>
          <w:rFonts w:ascii="Times New Roman" w:hAnsi="Times New Roman"/>
          <w:lang w:val="et-EE"/>
        </w:rPr>
        <w:t xml:space="preserve">15 </w:t>
      </w:r>
      <w:proofErr w:type="spellStart"/>
      <w:r w:rsidRPr="007E4EFD">
        <w:rPr>
          <w:rFonts w:ascii="Times New Roman" w:hAnsi="Times New Roman"/>
          <w:lang w:val="et-EE"/>
        </w:rPr>
        <w:t>kV</w:t>
      </w:r>
      <w:proofErr w:type="spellEnd"/>
      <w:r w:rsidR="00CD4E61" w:rsidRPr="00CD4E61">
        <w:rPr>
          <w:rFonts w:ascii="Times New Roman" w:hAnsi="Times New Roman"/>
          <w:lang w:val="et-EE"/>
        </w:rPr>
        <w:t xml:space="preserve"> </w:t>
      </w:r>
      <w:r w:rsidR="00DD60A6" w:rsidRPr="007E4EFD">
        <w:rPr>
          <w:rFonts w:ascii="Times New Roman" w:hAnsi="Times New Roman"/>
          <w:lang w:val="et-EE"/>
        </w:rPr>
        <w:t>õ</w:t>
      </w:r>
      <w:r w:rsidR="00CD4E61" w:rsidRPr="00CD4E61">
        <w:rPr>
          <w:rFonts w:ascii="Times New Roman" w:hAnsi="Times New Roman"/>
          <w:lang w:val="et-EE"/>
        </w:rPr>
        <w:t xml:space="preserve">huliini kaitsevöönd on </w:t>
      </w:r>
      <w:r w:rsidR="00DD60A6" w:rsidRPr="007E4EFD">
        <w:rPr>
          <w:rFonts w:ascii="Times New Roman" w:hAnsi="Times New Roman"/>
          <w:lang w:val="et-EE"/>
        </w:rPr>
        <w:t>10</w:t>
      </w:r>
      <w:r w:rsidR="00CD4E61" w:rsidRPr="00CD4E61">
        <w:rPr>
          <w:rFonts w:ascii="Times New Roman" w:hAnsi="Times New Roman"/>
          <w:lang w:val="et-EE"/>
        </w:rPr>
        <w:t xml:space="preserve"> meetrit liiniteljest mõlemale poole liini. </w:t>
      </w:r>
      <w:r w:rsidR="00DD60A6" w:rsidRPr="007E4EFD">
        <w:rPr>
          <w:rFonts w:ascii="Times New Roman" w:hAnsi="Times New Roman"/>
          <w:lang w:val="et-EE"/>
        </w:rPr>
        <w:t xml:space="preserve">Mastalajaama kaitsevöönd on 2 meetrit rajatisest. </w:t>
      </w:r>
      <w:r w:rsidR="00CD4E61" w:rsidRPr="00CD4E61">
        <w:rPr>
          <w:rFonts w:ascii="Times New Roman" w:hAnsi="Times New Roman"/>
          <w:lang w:val="et-EE"/>
        </w:rPr>
        <w:t>Mastitoe kaitsevöönd on 1 meeter tema projektsioonist maapinnal.</w:t>
      </w:r>
    </w:p>
    <w:p w14:paraId="0722FB8C" w14:textId="77777777" w:rsidR="00CD4E61" w:rsidRDefault="00CD4E61" w:rsidP="00CD4E61">
      <w:pPr>
        <w:rPr>
          <w:rFonts w:ascii="Times New Roman" w:hAnsi="Times New Roman"/>
          <w:b/>
          <w:bCs/>
          <w:lang w:val="et-EE"/>
        </w:rPr>
      </w:pPr>
    </w:p>
    <w:p w14:paraId="4924F60A" w14:textId="77777777" w:rsidR="007E4EFD" w:rsidRDefault="007E4EFD" w:rsidP="00CD4E61">
      <w:pPr>
        <w:rPr>
          <w:rFonts w:ascii="Times New Roman" w:hAnsi="Times New Roman"/>
          <w:b/>
          <w:bCs/>
          <w:lang w:val="et-EE"/>
        </w:rPr>
      </w:pPr>
    </w:p>
    <w:p w14:paraId="29BEF49B" w14:textId="77777777" w:rsidR="00CD4E61" w:rsidRPr="00CD4E61" w:rsidRDefault="00CD4E61" w:rsidP="00CD4E61">
      <w:pPr>
        <w:rPr>
          <w:rFonts w:ascii="Times New Roman" w:hAnsi="Times New Roman"/>
          <w:b/>
          <w:bCs/>
          <w:lang w:val="et-EE"/>
        </w:rPr>
      </w:pPr>
      <w:r w:rsidRPr="00CD4E61">
        <w:rPr>
          <w:rFonts w:ascii="Times New Roman" w:hAnsi="Times New Roman"/>
          <w:b/>
          <w:bCs/>
          <w:lang w:val="et-EE"/>
        </w:rPr>
        <w:lastRenderedPageBreak/>
        <w:t>4. Isikliku kasutusõiguse sisu</w:t>
      </w:r>
    </w:p>
    <w:p w14:paraId="1DBA9B87" w14:textId="77777777" w:rsidR="00CD4E61" w:rsidRPr="00CD4E61" w:rsidRDefault="00CD4E61" w:rsidP="00CD4E61">
      <w:pPr>
        <w:rPr>
          <w:rFonts w:ascii="Times New Roman" w:hAnsi="Times New Roman"/>
          <w:lang w:val="et-EE"/>
        </w:rPr>
      </w:pPr>
      <w:r w:rsidRPr="00CD4E61">
        <w:rPr>
          <w:rFonts w:ascii="Times New Roman" w:hAnsi="Times New Roman"/>
          <w:lang w:val="et-EE"/>
        </w:rPr>
        <w:t xml:space="preserve">Isikliku kasutusõiguse sisuks on elektrivõrgu väljaehitamine, omamine ning kasutajal lasuva elektrivõrgu arendamiskohustuse täitmise tagamine, elektriliinide remontimine, hooldamine, asendamine, kasutamine, kasutusse andmine ja muul viisil ekspluateerimine elektrivõrgu talitluse tagamise eesmärgil. </w:t>
      </w:r>
    </w:p>
    <w:p w14:paraId="1AED4CE2" w14:textId="77777777" w:rsidR="00CD4E61" w:rsidRPr="00CD4E61" w:rsidRDefault="00CD4E61" w:rsidP="00CD4E61">
      <w:pPr>
        <w:rPr>
          <w:rFonts w:ascii="Times New Roman" w:hAnsi="Times New Roman"/>
          <w:b/>
          <w:bCs/>
          <w:lang w:val="et-EE"/>
        </w:rPr>
      </w:pPr>
    </w:p>
    <w:p w14:paraId="1CAB2E7B" w14:textId="77777777" w:rsidR="00CD4E61" w:rsidRPr="00CD4E61" w:rsidRDefault="00CD4E61" w:rsidP="00CD4E61">
      <w:pPr>
        <w:rPr>
          <w:rFonts w:ascii="Times New Roman" w:hAnsi="Times New Roman"/>
          <w:b/>
          <w:bCs/>
          <w:lang w:val="et-EE"/>
        </w:rPr>
      </w:pPr>
      <w:r w:rsidRPr="00CD4E61">
        <w:rPr>
          <w:rFonts w:ascii="Times New Roman" w:hAnsi="Times New Roman"/>
          <w:b/>
          <w:bCs/>
        </w:rPr>
        <w:t>5. Isikliku kasutusõiguse seadmise kulud</w:t>
      </w:r>
    </w:p>
    <w:p w14:paraId="6E22D6E2" w14:textId="77777777" w:rsidR="00CD4E61" w:rsidRDefault="00CD4E61" w:rsidP="00CD4E61">
      <w:pPr>
        <w:rPr>
          <w:rFonts w:ascii="Times New Roman" w:hAnsi="Times New Roman"/>
        </w:rPr>
      </w:pPr>
      <w:r w:rsidRPr="00CD4E61">
        <w:rPr>
          <w:rFonts w:ascii="Times New Roman" w:hAnsi="Times New Roman"/>
        </w:rPr>
        <w:t>Kasutusõiguse seadmise kulutused tasub Elektrilevi OÜ</w:t>
      </w:r>
    </w:p>
    <w:p w14:paraId="75EE5CC2" w14:textId="77777777" w:rsidR="007E4EFD" w:rsidRDefault="007E4EFD" w:rsidP="00CD4E61">
      <w:pPr>
        <w:rPr>
          <w:rFonts w:ascii="Times New Roman" w:hAnsi="Times New Roman"/>
        </w:rPr>
      </w:pPr>
    </w:p>
    <w:p w14:paraId="6A7355E4" w14:textId="77777777" w:rsidR="007E4EFD" w:rsidRPr="00CD4E61" w:rsidRDefault="007E4EFD" w:rsidP="00CD4E61">
      <w:pPr>
        <w:rPr>
          <w:rFonts w:ascii="Times New Roman" w:hAnsi="Times New Roman"/>
        </w:rPr>
      </w:pPr>
    </w:p>
    <w:p w14:paraId="5BCF9A3F" w14:textId="77777777" w:rsidR="00F65288" w:rsidRPr="00CD4E61" w:rsidRDefault="00F65288" w:rsidP="00580804">
      <w:pPr>
        <w:rPr>
          <w:rFonts w:ascii="Times New Roman" w:hAnsi="Times New Roman"/>
        </w:rPr>
      </w:pPr>
    </w:p>
    <w:p w14:paraId="66A7BA04" w14:textId="4A19B5D6" w:rsidR="00102D7B" w:rsidRPr="00F65288" w:rsidRDefault="00006863" w:rsidP="00102D7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</w:t>
      </w:r>
      <w:r w:rsidR="00102D7B" w:rsidRPr="00F65288">
        <w:rPr>
          <w:rFonts w:ascii="Times New Roman" w:hAnsi="Times New Roman"/>
          <w:sz w:val="22"/>
          <w:szCs w:val="22"/>
        </w:rPr>
        <w:t>ugupidamisega</w:t>
      </w:r>
    </w:p>
    <w:p w14:paraId="4B981AA5" w14:textId="77777777" w:rsidR="00102D7B" w:rsidRPr="00F65288" w:rsidRDefault="00102D7B" w:rsidP="00102D7B">
      <w:pPr>
        <w:rPr>
          <w:rFonts w:ascii="Times New Roman" w:hAnsi="Times New Roman"/>
          <w:sz w:val="22"/>
          <w:szCs w:val="22"/>
        </w:rPr>
      </w:pPr>
    </w:p>
    <w:p w14:paraId="25431B10" w14:textId="77777777" w:rsidR="00102D7B" w:rsidRPr="00BE0302" w:rsidRDefault="00102D7B" w:rsidP="00102D7B">
      <w:pPr>
        <w:rPr>
          <w:rFonts w:ascii="Times New Roman" w:hAnsi="Times New Roman"/>
          <w:sz w:val="22"/>
          <w:szCs w:val="22"/>
        </w:rPr>
      </w:pPr>
      <w:r w:rsidRPr="00BE0302">
        <w:rPr>
          <w:rFonts w:ascii="Times New Roman" w:hAnsi="Times New Roman"/>
          <w:sz w:val="22"/>
          <w:szCs w:val="22"/>
        </w:rPr>
        <w:t>(allkirjastatud digitaalselt)</w:t>
      </w:r>
    </w:p>
    <w:p w14:paraId="1A71F69A" w14:textId="77777777" w:rsidR="00102D7B" w:rsidRPr="00F65288" w:rsidRDefault="00102D7B" w:rsidP="00102D7B">
      <w:pPr>
        <w:rPr>
          <w:rFonts w:ascii="Times New Roman" w:hAnsi="Times New Roman"/>
          <w:i/>
          <w:iCs/>
          <w:sz w:val="22"/>
          <w:szCs w:val="22"/>
        </w:rPr>
      </w:pPr>
    </w:p>
    <w:p w14:paraId="210E37DB" w14:textId="77777777" w:rsidR="00102D7B" w:rsidRPr="00F65288" w:rsidRDefault="00102D7B" w:rsidP="00102D7B">
      <w:pPr>
        <w:rPr>
          <w:rFonts w:ascii="Times New Roman" w:hAnsi="Times New Roman"/>
          <w:sz w:val="22"/>
          <w:szCs w:val="22"/>
        </w:rPr>
      </w:pPr>
      <w:r w:rsidRPr="00F65288">
        <w:rPr>
          <w:rFonts w:ascii="Times New Roman" w:hAnsi="Times New Roman"/>
          <w:sz w:val="22"/>
          <w:szCs w:val="22"/>
        </w:rPr>
        <w:t>Krista Ahman</w:t>
      </w:r>
    </w:p>
    <w:p w14:paraId="3ACE6BC6" w14:textId="12C82F65" w:rsidR="00102D7B" w:rsidRPr="00F65288" w:rsidRDefault="00BE0302" w:rsidP="00102D7B">
      <w:pPr>
        <w:rPr>
          <w:rFonts w:ascii="Times New Roman" w:hAnsi="Times New Roman"/>
          <w:sz w:val="22"/>
          <w:szCs w:val="22"/>
          <w:lang w:val="sv-SE"/>
        </w:rPr>
      </w:pPr>
      <w:r>
        <w:rPr>
          <w:rFonts w:ascii="Times New Roman" w:hAnsi="Times New Roman"/>
          <w:sz w:val="22"/>
          <w:szCs w:val="22"/>
          <w:lang w:val="sv-SE"/>
        </w:rPr>
        <w:t>m</w:t>
      </w:r>
      <w:r w:rsidR="00FE6B59" w:rsidRPr="00F65288">
        <w:rPr>
          <w:rFonts w:ascii="Times New Roman" w:hAnsi="Times New Roman"/>
          <w:sz w:val="22"/>
          <w:szCs w:val="22"/>
          <w:lang w:val="sv-SE"/>
        </w:rPr>
        <w:t>aaõiguse spetsialist</w:t>
      </w:r>
    </w:p>
    <w:p w14:paraId="5E197126" w14:textId="77777777" w:rsidR="00FE6B59" w:rsidRPr="00F65288" w:rsidRDefault="00FE6B59" w:rsidP="00102D7B">
      <w:pPr>
        <w:rPr>
          <w:rFonts w:ascii="Times New Roman" w:hAnsi="Times New Roman"/>
          <w:sz w:val="22"/>
          <w:szCs w:val="22"/>
        </w:rPr>
      </w:pPr>
    </w:p>
    <w:p w14:paraId="25B2962F" w14:textId="77777777" w:rsidR="00B5677E" w:rsidRPr="00B5677E" w:rsidRDefault="00B5677E" w:rsidP="00B5677E">
      <w:pPr>
        <w:rPr>
          <w:rFonts w:ascii="Times New Roman" w:hAnsi="Times New Roman"/>
          <w:sz w:val="22"/>
          <w:szCs w:val="22"/>
          <w:lang w:val="et-EE"/>
        </w:rPr>
      </w:pPr>
      <w:r w:rsidRPr="00B5677E">
        <w:rPr>
          <w:rFonts w:ascii="Times New Roman" w:hAnsi="Times New Roman"/>
          <w:sz w:val="22"/>
          <w:szCs w:val="22"/>
          <w:lang w:val="et-EE"/>
        </w:rPr>
        <w:t>Taotluse lisad:</w:t>
      </w:r>
    </w:p>
    <w:p w14:paraId="4F384697" w14:textId="1FED0B93" w:rsidR="00B5677E" w:rsidRPr="00B5677E" w:rsidRDefault="00B5677E" w:rsidP="00B5677E">
      <w:pPr>
        <w:numPr>
          <w:ilvl w:val="0"/>
          <w:numId w:val="33"/>
        </w:numPr>
        <w:rPr>
          <w:rFonts w:ascii="Times New Roman" w:hAnsi="Times New Roman"/>
          <w:sz w:val="22"/>
          <w:szCs w:val="22"/>
          <w:lang w:val="et-EE"/>
        </w:rPr>
      </w:pPr>
      <w:r w:rsidRPr="00B5677E">
        <w:rPr>
          <w:rFonts w:ascii="Times New Roman" w:hAnsi="Times New Roman"/>
          <w:sz w:val="22"/>
          <w:szCs w:val="22"/>
          <w:lang w:val="et-EE"/>
        </w:rPr>
        <w:t xml:space="preserve">Talumiskohustuse ala plaan (lisa </w:t>
      </w:r>
      <w:r w:rsidR="007E4EFD">
        <w:rPr>
          <w:rFonts w:ascii="Times New Roman" w:hAnsi="Times New Roman"/>
          <w:sz w:val="22"/>
          <w:szCs w:val="22"/>
          <w:lang w:val="et-EE"/>
        </w:rPr>
        <w:t>2</w:t>
      </w:r>
      <w:r w:rsidRPr="00B5677E">
        <w:rPr>
          <w:rFonts w:ascii="Times New Roman" w:hAnsi="Times New Roman"/>
          <w:sz w:val="22"/>
          <w:szCs w:val="22"/>
          <w:lang w:val="et-EE"/>
        </w:rPr>
        <w:t xml:space="preserve"> plaanil)</w:t>
      </w:r>
    </w:p>
    <w:p w14:paraId="3CF8ED91" w14:textId="5659E7E6" w:rsidR="00B5677E" w:rsidRDefault="007E4EFD" w:rsidP="00B5677E">
      <w:pPr>
        <w:numPr>
          <w:ilvl w:val="0"/>
          <w:numId w:val="33"/>
        </w:numPr>
        <w:rPr>
          <w:rFonts w:ascii="Times New Roman" w:hAnsi="Times New Roman"/>
          <w:sz w:val="22"/>
          <w:szCs w:val="22"/>
          <w:lang w:val="et-EE"/>
        </w:rPr>
      </w:pPr>
      <w:r>
        <w:rPr>
          <w:rFonts w:ascii="Times New Roman" w:hAnsi="Times New Roman"/>
          <w:sz w:val="22"/>
          <w:szCs w:val="22"/>
          <w:lang w:val="et-EE"/>
        </w:rPr>
        <w:t xml:space="preserve">RMK </w:t>
      </w:r>
      <w:r w:rsidR="00B5677E" w:rsidRPr="00B5677E">
        <w:rPr>
          <w:rFonts w:ascii="Times New Roman" w:hAnsi="Times New Roman"/>
          <w:sz w:val="22"/>
          <w:szCs w:val="22"/>
          <w:lang w:val="et-EE"/>
        </w:rPr>
        <w:t xml:space="preserve">kooskõlastus </w:t>
      </w:r>
    </w:p>
    <w:p w14:paraId="34BE9DEE" w14:textId="77777777" w:rsidR="00B5677E" w:rsidRPr="00B5677E" w:rsidRDefault="00B5677E" w:rsidP="00B5677E">
      <w:pPr>
        <w:numPr>
          <w:ilvl w:val="0"/>
          <w:numId w:val="33"/>
        </w:numPr>
        <w:rPr>
          <w:rFonts w:ascii="Times New Roman" w:hAnsi="Times New Roman"/>
          <w:sz w:val="22"/>
          <w:szCs w:val="22"/>
          <w:lang w:val="et-EE"/>
        </w:rPr>
      </w:pPr>
      <w:r w:rsidRPr="00B5677E">
        <w:rPr>
          <w:rFonts w:ascii="Times New Roman" w:hAnsi="Times New Roman"/>
          <w:sz w:val="22"/>
          <w:szCs w:val="22"/>
          <w:lang w:val="et-EE"/>
        </w:rPr>
        <w:t>Volikiri</w:t>
      </w:r>
    </w:p>
    <w:p w14:paraId="5E03C041" w14:textId="77777777" w:rsidR="00965C59" w:rsidRPr="00F65288" w:rsidRDefault="00965C59" w:rsidP="00102D7B">
      <w:pPr>
        <w:rPr>
          <w:rFonts w:ascii="Times New Roman" w:hAnsi="Times New Roman"/>
          <w:sz w:val="22"/>
          <w:szCs w:val="22"/>
          <w:lang w:val="et-EE"/>
        </w:rPr>
      </w:pPr>
    </w:p>
    <w:p w14:paraId="23F5BD3A" w14:textId="77777777" w:rsidR="00965C59" w:rsidRPr="00F65288" w:rsidRDefault="00965C59" w:rsidP="00102D7B">
      <w:pPr>
        <w:rPr>
          <w:rFonts w:ascii="Times New Roman" w:hAnsi="Times New Roman"/>
          <w:sz w:val="22"/>
          <w:szCs w:val="22"/>
          <w:lang w:val="et-EE"/>
        </w:rPr>
      </w:pPr>
    </w:p>
    <w:p w14:paraId="4C672C71" w14:textId="77777777" w:rsidR="00965C59" w:rsidRPr="00F65288" w:rsidRDefault="00965C59" w:rsidP="00102D7B">
      <w:pPr>
        <w:rPr>
          <w:rFonts w:ascii="Times New Roman" w:hAnsi="Times New Roman"/>
          <w:sz w:val="22"/>
          <w:szCs w:val="22"/>
          <w:lang w:val="et-EE"/>
        </w:rPr>
      </w:pPr>
    </w:p>
    <w:p w14:paraId="5E08A6AB" w14:textId="77777777" w:rsidR="00965C59" w:rsidRPr="00F65288" w:rsidRDefault="00965C59" w:rsidP="00102D7B">
      <w:pPr>
        <w:rPr>
          <w:rFonts w:ascii="Times New Roman" w:hAnsi="Times New Roman"/>
          <w:sz w:val="22"/>
          <w:szCs w:val="22"/>
          <w:lang w:val="et-EE"/>
        </w:rPr>
      </w:pPr>
    </w:p>
    <w:p w14:paraId="44370377" w14:textId="77777777" w:rsidR="00965C59" w:rsidRPr="00F65288" w:rsidRDefault="00965C59" w:rsidP="00102D7B">
      <w:pPr>
        <w:rPr>
          <w:rFonts w:ascii="Times New Roman" w:hAnsi="Times New Roman"/>
          <w:sz w:val="22"/>
          <w:szCs w:val="22"/>
          <w:lang w:val="et-EE"/>
        </w:rPr>
      </w:pPr>
    </w:p>
    <w:p w14:paraId="6A9D88F8" w14:textId="77777777" w:rsidR="00965C59" w:rsidRPr="00F65288" w:rsidRDefault="00965C59" w:rsidP="00102D7B">
      <w:pPr>
        <w:rPr>
          <w:rFonts w:ascii="Times New Roman" w:hAnsi="Times New Roman"/>
          <w:sz w:val="22"/>
          <w:szCs w:val="22"/>
          <w:lang w:val="et-EE"/>
        </w:rPr>
      </w:pPr>
    </w:p>
    <w:p w14:paraId="690A0643" w14:textId="77777777" w:rsidR="00965C59" w:rsidRPr="00F65288" w:rsidRDefault="00965C59" w:rsidP="00102D7B">
      <w:pPr>
        <w:rPr>
          <w:rFonts w:ascii="Times New Roman" w:hAnsi="Times New Roman"/>
          <w:sz w:val="22"/>
          <w:szCs w:val="22"/>
          <w:lang w:val="et-EE"/>
        </w:rPr>
      </w:pPr>
    </w:p>
    <w:p w14:paraId="36128C23" w14:textId="77777777" w:rsidR="00965C59" w:rsidRPr="00F65288" w:rsidRDefault="00965C59" w:rsidP="00102D7B">
      <w:pPr>
        <w:rPr>
          <w:rFonts w:ascii="Times New Roman" w:hAnsi="Times New Roman"/>
          <w:sz w:val="22"/>
          <w:szCs w:val="22"/>
          <w:lang w:val="et-EE"/>
        </w:rPr>
      </w:pPr>
    </w:p>
    <w:p w14:paraId="37D5186B" w14:textId="77777777" w:rsidR="00965C59" w:rsidRPr="00F65288" w:rsidRDefault="00965C59" w:rsidP="00102D7B">
      <w:pPr>
        <w:rPr>
          <w:rFonts w:ascii="Times New Roman" w:hAnsi="Times New Roman"/>
          <w:sz w:val="22"/>
          <w:szCs w:val="22"/>
          <w:lang w:val="et-EE"/>
        </w:rPr>
      </w:pPr>
    </w:p>
    <w:p w14:paraId="48839B56" w14:textId="77777777" w:rsidR="00C70FF9" w:rsidRPr="00F65288" w:rsidRDefault="00C70FF9" w:rsidP="00102D7B">
      <w:pPr>
        <w:rPr>
          <w:rFonts w:ascii="Times New Roman" w:hAnsi="Times New Roman"/>
          <w:sz w:val="22"/>
          <w:szCs w:val="22"/>
          <w:lang w:val="et-EE"/>
        </w:rPr>
      </w:pPr>
    </w:p>
    <w:p w14:paraId="022D1F76" w14:textId="77777777" w:rsidR="00C70FF9" w:rsidRPr="00F65288" w:rsidRDefault="00C70FF9" w:rsidP="00102D7B">
      <w:pPr>
        <w:rPr>
          <w:rFonts w:ascii="Times New Roman" w:hAnsi="Times New Roman"/>
          <w:sz w:val="22"/>
          <w:szCs w:val="22"/>
          <w:lang w:val="et-EE"/>
        </w:rPr>
      </w:pPr>
    </w:p>
    <w:p w14:paraId="1E7E6CF4" w14:textId="77777777" w:rsidR="00C70FF9" w:rsidRPr="00F65288" w:rsidRDefault="00C70FF9" w:rsidP="00102D7B">
      <w:pPr>
        <w:rPr>
          <w:rFonts w:ascii="Times New Roman" w:hAnsi="Times New Roman"/>
          <w:sz w:val="22"/>
          <w:szCs w:val="22"/>
          <w:lang w:val="et-EE"/>
        </w:rPr>
      </w:pPr>
    </w:p>
    <w:p w14:paraId="2C01778A" w14:textId="77777777" w:rsidR="00C70FF9" w:rsidRPr="00F65288" w:rsidRDefault="00C70FF9" w:rsidP="00102D7B">
      <w:pPr>
        <w:rPr>
          <w:rFonts w:ascii="Times New Roman" w:hAnsi="Times New Roman"/>
          <w:sz w:val="22"/>
          <w:szCs w:val="22"/>
          <w:lang w:val="et-EE"/>
        </w:rPr>
      </w:pPr>
    </w:p>
    <w:p w14:paraId="5938357A" w14:textId="77777777" w:rsidR="00C70FF9" w:rsidRPr="00F65288" w:rsidRDefault="00C70FF9" w:rsidP="00102D7B">
      <w:pPr>
        <w:rPr>
          <w:rFonts w:ascii="Times New Roman" w:hAnsi="Times New Roman"/>
          <w:sz w:val="22"/>
          <w:szCs w:val="22"/>
          <w:lang w:val="et-EE"/>
        </w:rPr>
      </w:pPr>
    </w:p>
    <w:p w14:paraId="2BF02AB9" w14:textId="77777777" w:rsidR="00C70FF9" w:rsidRPr="00F65288" w:rsidRDefault="00C70FF9" w:rsidP="00102D7B">
      <w:pPr>
        <w:rPr>
          <w:rFonts w:ascii="Times New Roman" w:hAnsi="Times New Roman"/>
          <w:sz w:val="22"/>
          <w:szCs w:val="22"/>
          <w:lang w:val="et-EE"/>
        </w:rPr>
      </w:pPr>
    </w:p>
    <w:p w14:paraId="210917DD" w14:textId="77777777" w:rsidR="00C70FF9" w:rsidRPr="00F65288" w:rsidRDefault="00C70FF9" w:rsidP="00102D7B">
      <w:pPr>
        <w:rPr>
          <w:rFonts w:ascii="Times New Roman" w:hAnsi="Times New Roman"/>
          <w:sz w:val="22"/>
          <w:szCs w:val="22"/>
          <w:lang w:val="et-EE"/>
        </w:rPr>
      </w:pPr>
    </w:p>
    <w:p w14:paraId="1A799DE8" w14:textId="77777777" w:rsidR="00C70FF9" w:rsidRPr="00F65288" w:rsidRDefault="00C70FF9" w:rsidP="00102D7B">
      <w:pPr>
        <w:rPr>
          <w:rFonts w:ascii="Times New Roman" w:hAnsi="Times New Roman"/>
          <w:sz w:val="22"/>
          <w:szCs w:val="22"/>
          <w:lang w:val="et-EE"/>
        </w:rPr>
      </w:pPr>
    </w:p>
    <w:p w14:paraId="3DF2D314" w14:textId="77777777" w:rsidR="00C70FF9" w:rsidRPr="00F65288" w:rsidRDefault="00C70FF9" w:rsidP="00102D7B">
      <w:pPr>
        <w:rPr>
          <w:rFonts w:ascii="Times New Roman" w:hAnsi="Times New Roman"/>
          <w:sz w:val="22"/>
          <w:szCs w:val="22"/>
          <w:lang w:val="et-EE"/>
        </w:rPr>
      </w:pPr>
    </w:p>
    <w:p w14:paraId="1F5DAA28" w14:textId="77777777" w:rsidR="00C70FF9" w:rsidRPr="00F65288" w:rsidRDefault="00C70FF9" w:rsidP="00102D7B">
      <w:pPr>
        <w:rPr>
          <w:rFonts w:ascii="Times New Roman" w:hAnsi="Times New Roman"/>
          <w:sz w:val="22"/>
          <w:szCs w:val="22"/>
          <w:lang w:val="et-EE"/>
        </w:rPr>
      </w:pPr>
    </w:p>
    <w:p w14:paraId="57472041" w14:textId="77777777" w:rsidR="00C70FF9" w:rsidRPr="00F65288" w:rsidRDefault="00C70FF9" w:rsidP="00102D7B">
      <w:pPr>
        <w:rPr>
          <w:rFonts w:ascii="Times New Roman" w:hAnsi="Times New Roman"/>
          <w:sz w:val="22"/>
          <w:szCs w:val="22"/>
          <w:lang w:val="et-EE"/>
        </w:rPr>
      </w:pPr>
    </w:p>
    <w:p w14:paraId="39D2C52C" w14:textId="77777777" w:rsidR="00C70FF9" w:rsidRPr="00F65288" w:rsidRDefault="00C70FF9" w:rsidP="00102D7B">
      <w:pPr>
        <w:rPr>
          <w:rFonts w:ascii="Times New Roman" w:hAnsi="Times New Roman"/>
          <w:sz w:val="22"/>
          <w:szCs w:val="22"/>
          <w:lang w:val="et-EE"/>
        </w:rPr>
      </w:pPr>
    </w:p>
    <w:p w14:paraId="4D7AD228" w14:textId="77777777" w:rsidR="00C70FF9" w:rsidRPr="00F65288" w:rsidRDefault="00C70FF9" w:rsidP="00102D7B">
      <w:pPr>
        <w:rPr>
          <w:rFonts w:ascii="Times New Roman" w:hAnsi="Times New Roman"/>
          <w:sz w:val="22"/>
          <w:szCs w:val="22"/>
          <w:lang w:val="et-EE"/>
        </w:rPr>
      </w:pPr>
    </w:p>
    <w:p w14:paraId="67BE29F8" w14:textId="77777777" w:rsidR="00B5677E" w:rsidRPr="00F65288" w:rsidRDefault="00B5677E" w:rsidP="00102D7B">
      <w:pPr>
        <w:rPr>
          <w:rFonts w:ascii="Times New Roman" w:hAnsi="Times New Roman"/>
          <w:sz w:val="22"/>
          <w:szCs w:val="22"/>
          <w:lang w:val="et-EE"/>
        </w:rPr>
      </w:pPr>
    </w:p>
    <w:p w14:paraId="10B5BE5A" w14:textId="5F494681" w:rsidR="00102D7B" w:rsidRPr="00F65288" w:rsidRDefault="00B5677E" w:rsidP="00102D7B">
      <w:pPr>
        <w:rPr>
          <w:rFonts w:ascii="Times New Roman" w:hAnsi="Times New Roman"/>
          <w:sz w:val="22"/>
          <w:szCs w:val="22"/>
          <w:lang w:val="et-EE"/>
        </w:rPr>
      </w:pPr>
      <w:r w:rsidRPr="00F65288">
        <w:rPr>
          <w:rFonts w:ascii="Times New Roman" w:hAnsi="Times New Roman"/>
          <w:sz w:val="22"/>
          <w:szCs w:val="22"/>
          <w:lang w:val="et-EE"/>
        </w:rPr>
        <w:t>Krist</w:t>
      </w:r>
      <w:r w:rsidR="00102D7B" w:rsidRPr="00F65288">
        <w:rPr>
          <w:rFonts w:ascii="Times New Roman" w:hAnsi="Times New Roman"/>
          <w:sz w:val="22"/>
          <w:szCs w:val="22"/>
          <w:lang w:val="et-EE"/>
        </w:rPr>
        <w:t xml:space="preserve">a Ahman </w:t>
      </w:r>
    </w:p>
    <w:p w14:paraId="601D710D" w14:textId="25660E95" w:rsidR="00CB0FEA" w:rsidRPr="00F65288" w:rsidRDefault="00102D7B" w:rsidP="003B6F35">
      <w:pPr>
        <w:rPr>
          <w:rFonts w:ascii="Times New Roman" w:hAnsi="Times New Roman"/>
          <w:sz w:val="22"/>
          <w:szCs w:val="22"/>
        </w:rPr>
      </w:pPr>
      <w:r w:rsidRPr="00F65288">
        <w:rPr>
          <w:rFonts w:ascii="Times New Roman" w:hAnsi="Times New Roman"/>
          <w:sz w:val="22"/>
          <w:szCs w:val="22"/>
          <w:lang w:val="et-EE"/>
        </w:rPr>
        <w:t xml:space="preserve">5291160 </w:t>
      </w:r>
      <w:r w:rsidRPr="00F65288">
        <w:rPr>
          <w:rFonts w:ascii="Times New Roman" w:hAnsi="Times New Roman"/>
          <w:sz w:val="22"/>
          <w:szCs w:val="22"/>
          <w:lang w:val="lv-LV"/>
        </w:rPr>
        <w:t>krista.ahman@elektrilevi.ee</w:t>
      </w:r>
    </w:p>
    <w:sectPr w:rsidR="00CB0FEA" w:rsidRPr="00F65288" w:rsidSect="0084078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3F931" w14:textId="77777777" w:rsidR="00BB042E" w:rsidRDefault="00BB042E">
      <w:r>
        <w:separator/>
      </w:r>
    </w:p>
  </w:endnote>
  <w:endnote w:type="continuationSeparator" w:id="0">
    <w:p w14:paraId="42C8B763" w14:textId="77777777" w:rsidR="00BB042E" w:rsidRDefault="00BB042E">
      <w:r>
        <w:continuationSeparator/>
      </w:r>
    </w:p>
  </w:endnote>
  <w:endnote w:type="continuationNotice" w:id="1">
    <w:p w14:paraId="3A599651" w14:textId="77777777" w:rsidR="00BB042E" w:rsidRDefault="00BB04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FA81A" w14:textId="77777777" w:rsidR="00BB042E" w:rsidRDefault="00BB042E">
      <w:r>
        <w:separator/>
      </w:r>
    </w:p>
  </w:footnote>
  <w:footnote w:type="continuationSeparator" w:id="0">
    <w:p w14:paraId="0EC8FDE2" w14:textId="77777777" w:rsidR="00BB042E" w:rsidRDefault="00BB042E">
      <w:r>
        <w:continuationSeparator/>
      </w:r>
    </w:p>
  </w:footnote>
  <w:footnote w:type="continuationNotice" w:id="1">
    <w:p w14:paraId="25C3D618" w14:textId="77777777" w:rsidR="00BB042E" w:rsidRDefault="00BB04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46439"/>
    <w:multiLevelType w:val="multilevel"/>
    <w:tmpl w:val="74566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3E54DF"/>
    <w:multiLevelType w:val="hybridMultilevel"/>
    <w:tmpl w:val="4B34662E"/>
    <w:lvl w:ilvl="0" w:tplc="79A2ABD6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HAnsi" w:hAnsiTheme="minorHAnsi" w:cstheme="minorBidi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4"/>
  </w:num>
  <w:num w:numId="11" w16cid:durableId="641273700">
    <w:abstractNumId w:val="0"/>
    <w:lvlOverride w:ilvl="0">
      <w:startOverride w:val="1"/>
    </w:lvlOverride>
  </w:num>
  <w:num w:numId="12" w16cid:durableId="1126778867">
    <w:abstractNumId w:val="20"/>
  </w:num>
  <w:num w:numId="13" w16cid:durableId="843782601">
    <w:abstractNumId w:val="15"/>
  </w:num>
  <w:num w:numId="14" w16cid:durableId="295646453">
    <w:abstractNumId w:val="16"/>
    <w:lvlOverride w:ilvl="0">
      <w:startOverride w:val="1"/>
    </w:lvlOverride>
  </w:num>
  <w:num w:numId="15" w16cid:durableId="1561089471">
    <w:abstractNumId w:val="28"/>
    <w:lvlOverride w:ilvl="0">
      <w:startOverride w:val="1"/>
    </w:lvlOverride>
  </w:num>
  <w:num w:numId="16" w16cid:durableId="811865858">
    <w:abstractNumId w:val="25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7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2"/>
  </w:num>
  <w:num w:numId="27" w16cid:durableId="1768109669">
    <w:abstractNumId w:val="27"/>
  </w:num>
  <w:num w:numId="28" w16cid:durableId="212893119">
    <w:abstractNumId w:val="14"/>
  </w:num>
  <w:num w:numId="29" w16cid:durableId="1654873713">
    <w:abstractNumId w:val="19"/>
  </w:num>
  <w:num w:numId="30" w16cid:durableId="1629121418">
    <w:abstractNumId w:val="18"/>
  </w:num>
  <w:num w:numId="31" w16cid:durableId="1337686878">
    <w:abstractNumId w:val="13"/>
  </w:num>
  <w:num w:numId="32" w16cid:durableId="646201098">
    <w:abstractNumId w:val="11"/>
  </w:num>
  <w:num w:numId="33" w16cid:durableId="8479108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6863"/>
    <w:rsid w:val="00093668"/>
    <w:rsid w:val="000B1DBF"/>
    <w:rsid w:val="000B417F"/>
    <w:rsid w:val="000B4350"/>
    <w:rsid w:val="000B4850"/>
    <w:rsid w:val="000B57BA"/>
    <w:rsid w:val="000F3E27"/>
    <w:rsid w:val="000F4A8C"/>
    <w:rsid w:val="000F59C1"/>
    <w:rsid w:val="000F677E"/>
    <w:rsid w:val="00102A6B"/>
    <w:rsid w:val="00102D7B"/>
    <w:rsid w:val="00103444"/>
    <w:rsid w:val="001142C8"/>
    <w:rsid w:val="00122736"/>
    <w:rsid w:val="00146F8F"/>
    <w:rsid w:val="00162108"/>
    <w:rsid w:val="001662BC"/>
    <w:rsid w:val="00167AEE"/>
    <w:rsid w:val="0019253D"/>
    <w:rsid w:val="00194EE7"/>
    <w:rsid w:val="001A35FC"/>
    <w:rsid w:val="001B1113"/>
    <w:rsid w:val="001B46D4"/>
    <w:rsid w:val="001C0DDF"/>
    <w:rsid w:val="001E0921"/>
    <w:rsid w:val="001E09C8"/>
    <w:rsid w:val="001E1874"/>
    <w:rsid w:val="001F1F70"/>
    <w:rsid w:val="001F2210"/>
    <w:rsid w:val="002002F0"/>
    <w:rsid w:val="0021186E"/>
    <w:rsid w:val="00215382"/>
    <w:rsid w:val="00222632"/>
    <w:rsid w:val="00225172"/>
    <w:rsid w:val="00232001"/>
    <w:rsid w:val="00233A0B"/>
    <w:rsid w:val="002401E8"/>
    <w:rsid w:val="0024234A"/>
    <w:rsid w:val="002641F5"/>
    <w:rsid w:val="002726A3"/>
    <w:rsid w:val="002732AA"/>
    <w:rsid w:val="002833C7"/>
    <w:rsid w:val="00291B2B"/>
    <w:rsid w:val="002A1036"/>
    <w:rsid w:val="002B315A"/>
    <w:rsid w:val="002B6C20"/>
    <w:rsid w:val="002D4D27"/>
    <w:rsid w:val="002D6251"/>
    <w:rsid w:val="002E0EF7"/>
    <w:rsid w:val="002E65F2"/>
    <w:rsid w:val="002F07BC"/>
    <w:rsid w:val="00300E09"/>
    <w:rsid w:val="00302B11"/>
    <w:rsid w:val="003033AA"/>
    <w:rsid w:val="003073D3"/>
    <w:rsid w:val="003127FB"/>
    <w:rsid w:val="0033388C"/>
    <w:rsid w:val="00335CBC"/>
    <w:rsid w:val="003467AE"/>
    <w:rsid w:val="00353163"/>
    <w:rsid w:val="003551E2"/>
    <w:rsid w:val="00357C22"/>
    <w:rsid w:val="00364590"/>
    <w:rsid w:val="00365F2B"/>
    <w:rsid w:val="00372D12"/>
    <w:rsid w:val="00373ACF"/>
    <w:rsid w:val="00381AE8"/>
    <w:rsid w:val="00381EE3"/>
    <w:rsid w:val="00382D66"/>
    <w:rsid w:val="003A0A68"/>
    <w:rsid w:val="003A0ECE"/>
    <w:rsid w:val="003B6F35"/>
    <w:rsid w:val="003C0284"/>
    <w:rsid w:val="003C5448"/>
    <w:rsid w:val="003C6D6C"/>
    <w:rsid w:val="003D732E"/>
    <w:rsid w:val="003F5996"/>
    <w:rsid w:val="004019D0"/>
    <w:rsid w:val="00411BE6"/>
    <w:rsid w:val="004170C1"/>
    <w:rsid w:val="00430FA1"/>
    <w:rsid w:val="0044500F"/>
    <w:rsid w:val="00470107"/>
    <w:rsid w:val="00473147"/>
    <w:rsid w:val="00477955"/>
    <w:rsid w:val="00483F9E"/>
    <w:rsid w:val="00491AD7"/>
    <w:rsid w:val="004A6FF1"/>
    <w:rsid w:val="004D1D70"/>
    <w:rsid w:val="004E5DD5"/>
    <w:rsid w:val="004F6DEB"/>
    <w:rsid w:val="004F7B8B"/>
    <w:rsid w:val="0050379B"/>
    <w:rsid w:val="00512F8F"/>
    <w:rsid w:val="00532D2F"/>
    <w:rsid w:val="00545339"/>
    <w:rsid w:val="00552259"/>
    <w:rsid w:val="00580804"/>
    <w:rsid w:val="00581E38"/>
    <w:rsid w:val="00582590"/>
    <w:rsid w:val="00583CE9"/>
    <w:rsid w:val="00585B08"/>
    <w:rsid w:val="0059251B"/>
    <w:rsid w:val="005A06EC"/>
    <w:rsid w:val="005A217D"/>
    <w:rsid w:val="005A513D"/>
    <w:rsid w:val="005A710F"/>
    <w:rsid w:val="005B1C18"/>
    <w:rsid w:val="005C24D9"/>
    <w:rsid w:val="005E3618"/>
    <w:rsid w:val="005F3298"/>
    <w:rsid w:val="005F5960"/>
    <w:rsid w:val="00602B99"/>
    <w:rsid w:val="00605B27"/>
    <w:rsid w:val="006069F4"/>
    <w:rsid w:val="00611E15"/>
    <w:rsid w:val="00615EB0"/>
    <w:rsid w:val="00622F61"/>
    <w:rsid w:val="00625192"/>
    <w:rsid w:val="0062642C"/>
    <w:rsid w:val="00627953"/>
    <w:rsid w:val="00631F01"/>
    <w:rsid w:val="0063780B"/>
    <w:rsid w:val="00643BDB"/>
    <w:rsid w:val="006466E4"/>
    <w:rsid w:val="00657B6F"/>
    <w:rsid w:val="0066463C"/>
    <w:rsid w:val="006677D0"/>
    <w:rsid w:val="006736DE"/>
    <w:rsid w:val="00675C6D"/>
    <w:rsid w:val="0068042E"/>
    <w:rsid w:val="006A27A9"/>
    <w:rsid w:val="006A2FD0"/>
    <w:rsid w:val="006A6A20"/>
    <w:rsid w:val="006B1DCF"/>
    <w:rsid w:val="006B28B7"/>
    <w:rsid w:val="006B5553"/>
    <w:rsid w:val="006B6CAA"/>
    <w:rsid w:val="006D76CA"/>
    <w:rsid w:val="006F11F1"/>
    <w:rsid w:val="006F595A"/>
    <w:rsid w:val="00704301"/>
    <w:rsid w:val="0070500B"/>
    <w:rsid w:val="00723111"/>
    <w:rsid w:val="00755DE3"/>
    <w:rsid w:val="00765D62"/>
    <w:rsid w:val="0077377F"/>
    <w:rsid w:val="00777A7E"/>
    <w:rsid w:val="00782839"/>
    <w:rsid w:val="007870BE"/>
    <w:rsid w:val="0079645A"/>
    <w:rsid w:val="007C6F7A"/>
    <w:rsid w:val="007D52CC"/>
    <w:rsid w:val="007E4EFD"/>
    <w:rsid w:val="007F2810"/>
    <w:rsid w:val="007F38C5"/>
    <w:rsid w:val="00812A56"/>
    <w:rsid w:val="00813D1E"/>
    <w:rsid w:val="008169EF"/>
    <w:rsid w:val="00820D09"/>
    <w:rsid w:val="0082604D"/>
    <w:rsid w:val="00827163"/>
    <w:rsid w:val="0083430B"/>
    <w:rsid w:val="00840780"/>
    <w:rsid w:val="00841B7E"/>
    <w:rsid w:val="0086205E"/>
    <w:rsid w:val="008626C0"/>
    <w:rsid w:val="008753E8"/>
    <w:rsid w:val="008759E3"/>
    <w:rsid w:val="008C5B01"/>
    <w:rsid w:val="008D2D2A"/>
    <w:rsid w:val="008D3667"/>
    <w:rsid w:val="008F042B"/>
    <w:rsid w:val="008F0574"/>
    <w:rsid w:val="008F2A05"/>
    <w:rsid w:val="008F667C"/>
    <w:rsid w:val="00901652"/>
    <w:rsid w:val="0091258F"/>
    <w:rsid w:val="00912BDF"/>
    <w:rsid w:val="00914FC0"/>
    <w:rsid w:val="009303BE"/>
    <w:rsid w:val="00930BE5"/>
    <w:rsid w:val="00956C5B"/>
    <w:rsid w:val="00962A66"/>
    <w:rsid w:val="00965C59"/>
    <w:rsid w:val="00992B14"/>
    <w:rsid w:val="009A0457"/>
    <w:rsid w:val="009A1F8B"/>
    <w:rsid w:val="009A497D"/>
    <w:rsid w:val="009B0DB5"/>
    <w:rsid w:val="009B2A88"/>
    <w:rsid w:val="009C5E49"/>
    <w:rsid w:val="009D38F3"/>
    <w:rsid w:val="009D6ED0"/>
    <w:rsid w:val="009E181A"/>
    <w:rsid w:val="009F39DF"/>
    <w:rsid w:val="00A00A1A"/>
    <w:rsid w:val="00A05D04"/>
    <w:rsid w:val="00A17E2A"/>
    <w:rsid w:val="00A27416"/>
    <w:rsid w:val="00A33A60"/>
    <w:rsid w:val="00A43A3D"/>
    <w:rsid w:val="00A5057E"/>
    <w:rsid w:val="00A649D1"/>
    <w:rsid w:val="00A65739"/>
    <w:rsid w:val="00A6640A"/>
    <w:rsid w:val="00A70DBE"/>
    <w:rsid w:val="00A837AB"/>
    <w:rsid w:val="00AA146C"/>
    <w:rsid w:val="00AA4544"/>
    <w:rsid w:val="00AA5868"/>
    <w:rsid w:val="00AD27E8"/>
    <w:rsid w:val="00AE1639"/>
    <w:rsid w:val="00AE6B50"/>
    <w:rsid w:val="00AF6389"/>
    <w:rsid w:val="00B05AE2"/>
    <w:rsid w:val="00B27BC9"/>
    <w:rsid w:val="00B3097E"/>
    <w:rsid w:val="00B33B98"/>
    <w:rsid w:val="00B4021D"/>
    <w:rsid w:val="00B50CD2"/>
    <w:rsid w:val="00B5677E"/>
    <w:rsid w:val="00B64F5C"/>
    <w:rsid w:val="00B7021D"/>
    <w:rsid w:val="00B836F4"/>
    <w:rsid w:val="00BA34AD"/>
    <w:rsid w:val="00BA3B23"/>
    <w:rsid w:val="00BA45D4"/>
    <w:rsid w:val="00BB042E"/>
    <w:rsid w:val="00BB7AC8"/>
    <w:rsid w:val="00BC47D5"/>
    <w:rsid w:val="00BD14A4"/>
    <w:rsid w:val="00BE0302"/>
    <w:rsid w:val="00BE07EA"/>
    <w:rsid w:val="00BF0E4C"/>
    <w:rsid w:val="00C0020C"/>
    <w:rsid w:val="00C16ED9"/>
    <w:rsid w:val="00C34030"/>
    <w:rsid w:val="00C45745"/>
    <w:rsid w:val="00C53640"/>
    <w:rsid w:val="00C70FF9"/>
    <w:rsid w:val="00C712AC"/>
    <w:rsid w:val="00C8517B"/>
    <w:rsid w:val="00C86912"/>
    <w:rsid w:val="00C86C12"/>
    <w:rsid w:val="00C86E8D"/>
    <w:rsid w:val="00C95ABD"/>
    <w:rsid w:val="00C966E8"/>
    <w:rsid w:val="00CA4C43"/>
    <w:rsid w:val="00CA62C8"/>
    <w:rsid w:val="00CB0FEA"/>
    <w:rsid w:val="00CB31D7"/>
    <w:rsid w:val="00CC1218"/>
    <w:rsid w:val="00CD4E61"/>
    <w:rsid w:val="00CE4916"/>
    <w:rsid w:val="00CE5616"/>
    <w:rsid w:val="00CE6E1D"/>
    <w:rsid w:val="00CF5F86"/>
    <w:rsid w:val="00D00B63"/>
    <w:rsid w:val="00D0223D"/>
    <w:rsid w:val="00D100C4"/>
    <w:rsid w:val="00D15359"/>
    <w:rsid w:val="00D25D80"/>
    <w:rsid w:val="00D30B1A"/>
    <w:rsid w:val="00D31B49"/>
    <w:rsid w:val="00D343E0"/>
    <w:rsid w:val="00D3630D"/>
    <w:rsid w:val="00D37165"/>
    <w:rsid w:val="00D41EE6"/>
    <w:rsid w:val="00D4458D"/>
    <w:rsid w:val="00D608D8"/>
    <w:rsid w:val="00D67159"/>
    <w:rsid w:val="00D8006E"/>
    <w:rsid w:val="00D82514"/>
    <w:rsid w:val="00D8285D"/>
    <w:rsid w:val="00D879EE"/>
    <w:rsid w:val="00D902BD"/>
    <w:rsid w:val="00D93275"/>
    <w:rsid w:val="00DB0668"/>
    <w:rsid w:val="00DB17D9"/>
    <w:rsid w:val="00DB67B4"/>
    <w:rsid w:val="00DC725E"/>
    <w:rsid w:val="00DD60A6"/>
    <w:rsid w:val="00DF283A"/>
    <w:rsid w:val="00DF2D6D"/>
    <w:rsid w:val="00DF3E13"/>
    <w:rsid w:val="00DF4E9C"/>
    <w:rsid w:val="00E2366F"/>
    <w:rsid w:val="00E23C4F"/>
    <w:rsid w:val="00E2648B"/>
    <w:rsid w:val="00E27A09"/>
    <w:rsid w:val="00E366A1"/>
    <w:rsid w:val="00E3783E"/>
    <w:rsid w:val="00E427A5"/>
    <w:rsid w:val="00E43B45"/>
    <w:rsid w:val="00E47970"/>
    <w:rsid w:val="00E50675"/>
    <w:rsid w:val="00E61F2E"/>
    <w:rsid w:val="00E6200E"/>
    <w:rsid w:val="00E86337"/>
    <w:rsid w:val="00E86DCB"/>
    <w:rsid w:val="00E9115C"/>
    <w:rsid w:val="00EA3A08"/>
    <w:rsid w:val="00EA5D74"/>
    <w:rsid w:val="00EB5167"/>
    <w:rsid w:val="00EB79F8"/>
    <w:rsid w:val="00EC15EB"/>
    <w:rsid w:val="00EC41A5"/>
    <w:rsid w:val="00EC6F44"/>
    <w:rsid w:val="00ED26F8"/>
    <w:rsid w:val="00ED45EB"/>
    <w:rsid w:val="00EE3A60"/>
    <w:rsid w:val="00F25809"/>
    <w:rsid w:val="00F30F4E"/>
    <w:rsid w:val="00F30F9D"/>
    <w:rsid w:val="00F400F4"/>
    <w:rsid w:val="00F50474"/>
    <w:rsid w:val="00F51E8B"/>
    <w:rsid w:val="00F629CC"/>
    <w:rsid w:val="00F647FB"/>
    <w:rsid w:val="00F65288"/>
    <w:rsid w:val="00F67A7C"/>
    <w:rsid w:val="00F70B40"/>
    <w:rsid w:val="00F75059"/>
    <w:rsid w:val="00F77F87"/>
    <w:rsid w:val="00F87519"/>
    <w:rsid w:val="00F920D3"/>
    <w:rsid w:val="00F94E63"/>
    <w:rsid w:val="00FA395B"/>
    <w:rsid w:val="00FC0064"/>
    <w:rsid w:val="00FC3E64"/>
    <w:rsid w:val="00FD2413"/>
    <w:rsid w:val="00FE2752"/>
    <w:rsid w:val="00FE31F8"/>
    <w:rsid w:val="00FE6B34"/>
    <w:rsid w:val="00FE6B59"/>
    <w:rsid w:val="00FF60F6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02B9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  <w:style w:type="character" w:customStyle="1" w:styleId="Heading4Char">
    <w:name w:val="Heading 4 Char"/>
    <w:basedOn w:val="DefaultParagraphFont"/>
    <w:link w:val="Heading4"/>
    <w:semiHidden/>
    <w:rsid w:val="00602B99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riigivara.fin.ee/rkvr-frontend/varad/17224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riigivara.fin.ee/rkvr-frontend/varad/17331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mk@rmk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46f575dd-8375-497e-a0ae-36929e5e781a" TargetMode="External"/><Relationship Id="rId22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F25010F50764BD785E5C32D82CCF0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2EB067-5D64-4074-A193-B54F85397BD5}"/>
      </w:docPartPr>
      <w:docPartBody>
        <w:p w:rsidR="00F553CC" w:rsidRDefault="00F553CC" w:rsidP="00F553CC">
          <w:pPr>
            <w:pStyle w:val="DF25010F50764BD785E5C32D82CCF0BA"/>
          </w:pPr>
          <w:r w:rsidRPr="000F6095">
            <w:rPr>
              <w:rStyle w:val="PlaceholderTex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3CC"/>
    <w:rsid w:val="001C0DDF"/>
    <w:rsid w:val="009A1F8B"/>
    <w:rsid w:val="00F5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553CC"/>
    <w:rPr>
      <w:color w:val="666666"/>
    </w:rPr>
  </w:style>
  <w:style w:type="paragraph" w:customStyle="1" w:styleId="DF25010F50764BD785E5C32D82CCF0BA">
    <w:name w:val="DF25010F50764BD785E5C32D82CCF0BA"/>
    <w:rsid w:val="00F553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738D6C-EFCF-4975-9E88-DF0928B8A6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4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</TotalTime>
  <Pages>2</Pages>
  <Words>413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Krista Ahman</cp:lastModifiedBy>
  <cp:revision>2</cp:revision>
  <cp:lastPrinted>2025-04-15T10:05:00Z</cp:lastPrinted>
  <dcterms:created xsi:type="dcterms:W3CDTF">2025-12-11T09:04:00Z</dcterms:created>
  <dcterms:modified xsi:type="dcterms:W3CDTF">2025-12-11T09:04:00Z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